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45DAD28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6CB7A0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8328C0" w:rsidRDefault="0071620A" w14:paraId="0AFEC264" w14:textId="45D0CD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F2746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Pr="00BF2746" w:rsidR="00DC6D0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9503E9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182C9E" w:rsidRDefault="00445970" w14:paraId="6A743604" w14:textId="2763A5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328C0">
        <w:rPr>
          <w:rFonts w:ascii="Corbel" w:hAnsi="Corbel"/>
          <w:sz w:val="20"/>
          <w:szCs w:val="20"/>
        </w:rPr>
        <w:t>202</w:t>
      </w:r>
      <w:r w:rsidR="009503E9">
        <w:rPr>
          <w:rFonts w:ascii="Corbel" w:hAnsi="Corbel"/>
          <w:sz w:val="20"/>
          <w:szCs w:val="20"/>
        </w:rPr>
        <w:t>0</w:t>
      </w:r>
      <w:r w:rsidR="008328C0">
        <w:rPr>
          <w:rFonts w:ascii="Corbel" w:hAnsi="Corbel"/>
          <w:sz w:val="20"/>
          <w:szCs w:val="20"/>
        </w:rPr>
        <w:t>/202</w:t>
      </w:r>
      <w:r w:rsidR="009503E9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074920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B6DE1C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ABA8A78" w14:textId="77777777">
        <w:tc>
          <w:tcPr>
            <w:tcW w:w="2694" w:type="dxa"/>
            <w:vAlign w:val="center"/>
          </w:tcPr>
          <w:p w:rsidRPr="009C54AE" w:rsidR="0085747A" w:rsidP="009C54AE" w:rsidRDefault="00C05F44" w14:paraId="617C0D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F2746" w14:paraId="6F257305" w14:textId="39EC6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 agrobiznesu i obszarów wiejskich</w:t>
            </w:r>
          </w:p>
        </w:tc>
      </w:tr>
      <w:tr w:rsidRPr="009C54AE" w:rsidR="0085747A" w:rsidTr="00B819C8" w14:paraId="506999EA" w14:textId="77777777">
        <w:tc>
          <w:tcPr>
            <w:tcW w:w="2694" w:type="dxa"/>
            <w:vAlign w:val="center"/>
          </w:tcPr>
          <w:p w:rsidRPr="009C54AE" w:rsidR="0085747A" w:rsidP="009C54AE" w:rsidRDefault="00C05F44" w14:paraId="315ED6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F2746" w14:paraId="1E5C27A5" w14:textId="23A52F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E/I/GRiL/C.3</w:t>
            </w:r>
          </w:p>
        </w:tc>
      </w:tr>
      <w:tr w:rsidRPr="009C54AE" w:rsidR="0085747A" w:rsidTr="00B819C8" w14:paraId="4D7811D2" w14:textId="77777777">
        <w:tc>
          <w:tcPr>
            <w:tcW w:w="2694" w:type="dxa"/>
            <w:vAlign w:val="center"/>
          </w:tcPr>
          <w:p w:rsidRPr="009C54AE" w:rsidR="0085747A" w:rsidP="00EA4832" w:rsidRDefault="0017512A" w14:paraId="7E428FF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A997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67C2DFC" w14:textId="77777777">
        <w:tc>
          <w:tcPr>
            <w:tcW w:w="2694" w:type="dxa"/>
            <w:vAlign w:val="center"/>
          </w:tcPr>
          <w:p w:rsidRPr="009C54AE" w:rsidR="0085747A" w:rsidP="009C54AE" w:rsidRDefault="0085747A" w14:paraId="12507E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328C0" w14:paraId="350A4815" w14:textId="0FD14A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1C470296" w14:textId="77777777">
        <w:tc>
          <w:tcPr>
            <w:tcW w:w="2694" w:type="dxa"/>
            <w:vAlign w:val="center"/>
          </w:tcPr>
          <w:p w:rsidRPr="009C54AE" w:rsidR="0085747A" w:rsidP="009C54AE" w:rsidRDefault="0085747A" w14:paraId="44FD0D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F2746" w14:paraId="3AE91E95" w14:textId="32EFA7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0369B07B" w14:textId="77777777">
        <w:tc>
          <w:tcPr>
            <w:tcW w:w="2694" w:type="dxa"/>
            <w:vAlign w:val="center"/>
          </w:tcPr>
          <w:p w:rsidRPr="009C54AE" w:rsidR="0085747A" w:rsidP="009C54AE" w:rsidRDefault="00DE4A14" w14:paraId="6B3B00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328C0" w14:paraId="51995BF5" w14:textId="4AE3CE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00B819C8" w14:paraId="2753A7D6" w14:textId="77777777">
        <w:tc>
          <w:tcPr>
            <w:tcW w:w="2694" w:type="dxa"/>
            <w:vAlign w:val="center"/>
          </w:tcPr>
          <w:p w:rsidRPr="009C54AE" w:rsidR="0085747A" w:rsidP="009C54AE" w:rsidRDefault="0085747A" w14:paraId="08A41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328C0" w14:paraId="19FD5933" w14:textId="0AC9D3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B819C8" w14:paraId="3A39C6A1" w14:textId="77777777">
        <w:tc>
          <w:tcPr>
            <w:tcW w:w="2694" w:type="dxa"/>
            <w:vAlign w:val="center"/>
          </w:tcPr>
          <w:p w:rsidRPr="009C54AE" w:rsidR="0085747A" w:rsidP="009C54AE" w:rsidRDefault="0085747A" w14:paraId="4F5A79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328C0" w14:paraId="5D059534" w14:textId="0D51BE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F27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B819C8" w14:paraId="007CF2B1" w14:textId="77777777">
        <w:tc>
          <w:tcPr>
            <w:tcW w:w="2694" w:type="dxa"/>
            <w:vAlign w:val="center"/>
          </w:tcPr>
          <w:p w:rsidRPr="009C54AE" w:rsidR="0085747A" w:rsidP="009C54AE" w:rsidRDefault="0085747A" w14:paraId="5585E7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8328C0" w:rsidRDefault="008328C0" w14:paraId="0CFDD264" w14:textId="33B20A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F274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Pr="009C54AE" w:rsidR="0085747A" w:rsidTr="00B819C8" w14:paraId="4F3F54D3" w14:textId="77777777">
        <w:tc>
          <w:tcPr>
            <w:tcW w:w="2694" w:type="dxa"/>
            <w:vAlign w:val="center"/>
          </w:tcPr>
          <w:p w:rsidRPr="009C54AE" w:rsidR="0085747A" w:rsidP="009C54AE" w:rsidRDefault="0085747A" w14:paraId="547711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8328C0" w:rsidRDefault="008328C0" w14:paraId="76F27A00" w14:textId="0D4194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923D7D" w:rsidTr="00B819C8" w14:paraId="5B7A417E" w14:textId="77777777">
        <w:tc>
          <w:tcPr>
            <w:tcW w:w="2694" w:type="dxa"/>
            <w:vAlign w:val="center"/>
          </w:tcPr>
          <w:p w:rsidRPr="009C54AE" w:rsidR="00923D7D" w:rsidP="009C54AE" w:rsidRDefault="00923D7D" w14:paraId="4BA602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8328C0" w14:paraId="3AAEB59E" w14:textId="34585E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B819C8" w14:paraId="65731A9E" w14:textId="77777777">
        <w:tc>
          <w:tcPr>
            <w:tcW w:w="2694" w:type="dxa"/>
            <w:vAlign w:val="center"/>
          </w:tcPr>
          <w:p w:rsidRPr="009C54AE" w:rsidR="0085747A" w:rsidP="009C54AE" w:rsidRDefault="0085747A" w14:paraId="7C2F69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F2746" w14:paraId="41EE139C" w14:textId="193BA5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  <w:tr w:rsidRPr="009C54AE" w:rsidR="0085747A" w:rsidTr="00B819C8" w14:paraId="57276881" w14:textId="77777777">
        <w:tc>
          <w:tcPr>
            <w:tcW w:w="2694" w:type="dxa"/>
            <w:vAlign w:val="center"/>
          </w:tcPr>
          <w:p w:rsidRPr="009C54AE" w:rsidR="0085747A" w:rsidP="009C54AE" w:rsidRDefault="0085747A" w14:paraId="0BD0FC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F2746" w14:paraId="6B6685C9" w14:textId="20471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</w:tbl>
    <w:p w:rsidRPr="009C54AE" w:rsidR="0085747A" w:rsidP="009C54AE" w:rsidRDefault="0085747A" w14:paraId="1DE0F9B4" w14:textId="0F570C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AD823E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0E5AF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69735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BF2746" w14:paraId="0787143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1E1CA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E1EFD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60245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03F65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B17C3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9B348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DFA22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029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FA4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1DAFA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8BF21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BF2746" w14:paraId="174E29BA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BF2746" w14:paraId="641E6142" w14:textId="35A022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F2746" w14:paraId="7C86096C" w14:textId="642C45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F2746" w14:paraId="3D247C61" w14:textId="452B0B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BC470B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A2561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70AA1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DD5EB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B96C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E71A4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F2746" w14:paraId="58BAF4CC" w14:textId="1F62CFE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A29383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A5D4E4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89190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F0E63" w:rsidP="004F0E63" w:rsidRDefault="004F0E63" w14:paraId="1AEF1ADD" w14:textId="4E8C008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4F0E63" w:rsidR="004F0E63" w:rsidP="004F0E63" w:rsidRDefault="004F0E63" w14:paraId="61E65BE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0E63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4F0E63">
        <w:rPr>
          <w:rStyle w:val="normaltextrun"/>
          <w:rFonts w:ascii="Corbel" w:hAnsi="Corbel" w:cs="Segoe UI"/>
          <w:smallCaps w:val="0"/>
          <w:szCs w:val="24"/>
        </w:rPr>
        <w:t> </w:t>
      </w:r>
      <w:r w:rsidRPr="004F0E6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0E6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7DF85D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C21D40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F2746" w:rsidP="009C54AE" w:rsidRDefault="00BF2746" w14:paraId="7116C8BF" w14:textId="1220405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3CE06286" w14:textId="136677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7307EE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03EB43F" w14:textId="77777777">
        <w:tc>
          <w:tcPr>
            <w:tcW w:w="9670" w:type="dxa"/>
          </w:tcPr>
          <w:p w:rsidRPr="009C54AE" w:rsidR="0085747A" w:rsidP="009C54AE" w:rsidRDefault="00BF2746" w14:paraId="20BFFC4C" w14:textId="5485284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E3">
              <w:rPr>
                <w:rFonts w:ascii="Corbel" w:hAnsi="Corbel" w:eastAsia="Times New Roman"/>
                <w:b w:val="0"/>
                <w:smallCaps w:val="0"/>
                <w:szCs w:val="24"/>
              </w:rPr>
              <w:t>Zaliczenie mikroekonomii, makroekonomii i polityki gospodarczej wskazujące na posiadanie podstawowej wiedzy ekonomicznej (problemy, kategorie, prawa), umiejętności interpretacji zjawisk ekonomicznych i analizowania przyczyn oraz skutków stosowania instrumentów</w:t>
            </w:r>
            <w:r w:rsidRPr="00B130E3">
              <w:rPr>
                <w:rFonts w:ascii="Corbel" w:hAnsi="Corbel" w:eastAsia="Times New Roman"/>
                <w:b w:val="0"/>
                <w:szCs w:val="24"/>
              </w:rPr>
              <w:t xml:space="preserve"> </w:t>
            </w:r>
            <w:r w:rsidRPr="00B130E3">
              <w:rPr>
                <w:rFonts w:ascii="Corbel" w:hAnsi="Corbel" w:eastAsia="Times New Roman"/>
                <w:b w:val="0"/>
                <w:smallCaps w:val="0"/>
                <w:szCs w:val="24"/>
              </w:rPr>
              <w:t>polityki ekonomicznej</w:t>
            </w:r>
          </w:p>
        </w:tc>
      </w:tr>
    </w:tbl>
    <w:p w:rsidR="00153C41" w:rsidP="009C54AE" w:rsidRDefault="00153C41" w14:paraId="0095970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5D0901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D3567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4DD5DD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B66374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B130E3" w:rsidR="00BF2746" w:rsidTr="00BF2746" w14:paraId="4D41BF74" w14:textId="77777777">
        <w:tc>
          <w:tcPr>
            <w:tcW w:w="845" w:type="dxa"/>
            <w:vAlign w:val="center"/>
          </w:tcPr>
          <w:p w:rsidRPr="00B130E3" w:rsidR="00BF2746" w:rsidP="001A2AE0" w:rsidRDefault="00BF2746" w14:paraId="741AB51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B130E3" w:rsidR="00BF2746" w:rsidP="001A2AE0" w:rsidRDefault="00BF2746" w14:paraId="3FA237C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Zapoznanie studentów z prawidłowościami i warunkami funkcjonowania agrobiznesu i obszarów wiejskich, ze szczególnym uwzględnieniem ich znaczenia w rozwoju społeczno-gospodarczym w skali lokalnej i regionalnej.</w:t>
            </w:r>
          </w:p>
        </w:tc>
      </w:tr>
      <w:tr w:rsidRPr="00B130E3" w:rsidR="00BF2746" w:rsidTr="00BF2746" w14:paraId="6E5A5C62" w14:textId="77777777">
        <w:tc>
          <w:tcPr>
            <w:tcW w:w="845" w:type="dxa"/>
            <w:vAlign w:val="center"/>
          </w:tcPr>
          <w:p w:rsidRPr="00B130E3" w:rsidR="00BF2746" w:rsidP="001A2AE0" w:rsidRDefault="00BF2746" w14:paraId="6E5AA4E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B130E3" w:rsidR="00BF2746" w:rsidP="001A2AE0" w:rsidRDefault="00BF2746" w14:paraId="2674EA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Prezentacja podstawowych kategorii ekonomicznych wyjaśniających prawidłowości rozwoju agrobiznesu i obszarów wiejskich.</w:t>
            </w:r>
          </w:p>
        </w:tc>
      </w:tr>
      <w:tr w:rsidRPr="00B130E3" w:rsidR="00BF2746" w:rsidTr="00BF2746" w14:paraId="38766D30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30E3" w:rsidR="00BF2746" w:rsidP="001A2AE0" w:rsidRDefault="00BF2746" w14:paraId="1B970E6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30E3" w:rsidR="00BF2746" w:rsidP="001A2AE0" w:rsidRDefault="00BF2746" w14:paraId="0D0FF6A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zastosowania wiedzy ogólnoekonomicznej do interpretacji procesów charakteryzujących agrobiznes i gospodarkę na obszarach wiejskich.</w:t>
            </w:r>
          </w:p>
        </w:tc>
      </w:tr>
      <w:tr w:rsidRPr="00B130E3" w:rsidR="00BF2746" w:rsidTr="00BF2746" w14:paraId="752F3276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30E3" w:rsidR="00BF2746" w:rsidP="001A2AE0" w:rsidRDefault="00BF2746" w14:paraId="3247A25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30E3" w:rsidR="00BF2746" w:rsidP="001A2AE0" w:rsidRDefault="00BF2746" w14:paraId="012B4C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oceny znaczenia poziomu rozwoju różnych ogniw agrobiznesu dla gospodarki w skali lokalnej i regionalnej.</w:t>
            </w:r>
          </w:p>
        </w:tc>
      </w:tr>
    </w:tbl>
    <w:p w:rsidRPr="009C54AE" w:rsidR="0085747A" w:rsidP="009C54AE" w:rsidRDefault="0085747A" w14:paraId="7942D7E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462CA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D0673E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Pr="009C54AE" w:rsidR="0085747A" w:rsidTr="00BF2746" w14:paraId="4989DCBB" w14:textId="77777777">
        <w:trPr>
          <w:gridAfter w:val="1"/>
          <w:wAfter w:w="37" w:type="dxa"/>
        </w:trPr>
        <w:tc>
          <w:tcPr>
            <w:tcW w:w="1681" w:type="dxa"/>
            <w:vAlign w:val="center"/>
          </w:tcPr>
          <w:p w:rsidRPr="009C54AE" w:rsidR="0085747A" w:rsidP="009C54AE" w:rsidRDefault="0085747A" w14:paraId="6B99B7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:rsidRPr="009C54AE" w:rsidR="0085747A" w:rsidP="00C05F44" w:rsidRDefault="0085747A" w14:paraId="032BB9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:rsidRPr="009C54AE" w:rsidR="0085747A" w:rsidP="00C05F44" w:rsidRDefault="0085747A" w14:paraId="3F7012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30E3" w:rsidR="00BF2746" w:rsidTr="00BF2746" w14:paraId="74289582" w14:textId="77777777">
        <w:tc>
          <w:tcPr>
            <w:tcW w:w="1681" w:type="dxa"/>
          </w:tcPr>
          <w:p w:rsidRPr="00B130E3" w:rsidR="00BF2746" w:rsidP="001A2AE0" w:rsidRDefault="00BF2746" w14:paraId="6C33A4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03" w:type="dxa"/>
          </w:tcPr>
          <w:p w:rsidRPr="00B130E3" w:rsidR="00BF2746" w:rsidP="001A2AE0" w:rsidRDefault="00BF2746" w14:paraId="142E0E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Opisuje i wyjaśnia mechanizm rozwoju agrobiznesu jako części gospodarki na obszarach wiejskich</w:t>
            </w:r>
          </w:p>
        </w:tc>
        <w:tc>
          <w:tcPr>
            <w:tcW w:w="1873" w:type="dxa"/>
            <w:gridSpan w:val="2"/>
          </w:tcPr>
          <w:p w:rsidRPr="00B130E3" w:rsidR="00BF2746" w:rsidP="004648A3" w:rsidRDefault="00BF2746" w14:paraId="45F57223" w14:textId="4789C8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B130E3" w:rsidR="00BF2746" w:rsidTr="00BF2746" w14:paraId="019D8A01" w14:textId="77777777">
        <w:tc>
          <w:tcPr>
            <w:tcW w:w="1681" w:type="dxa"/>
          </w:tcPr>
          <w:p w:rsidRPr="00B130E3" w:rsidR="00BF2746" w:rsidP="001A2AE0" w:rsidRDefault="00BF2746" w14:paraId="53FC92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:rsidRPr="00B130E3" w:rsidR="00BF2746" w:rsidP="001A2AE0" w:rsidRDefault="00BF2746" w14:paraId="1B8E8A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Rozpoznaje powiązania między czynnikami stymulującymi rozwój agrobiznesu i ich oddziaływanie na kierunki zmian struktury gospodarki wiejskiej</w:t>
            </w:r>
          </w:p>
        </w:tc>
        <w:tc>
          <w:tcPr>
            <w:tcW w:w="1873" w:type="dxa"/>
            <w:gridSpan w:val="2"/>
          </w:tcPr>
          <w:p w:rsidRPr="00B130E3" w:rsidR="00BF2746" w:rsidP="004648A3" w:rsidRDefault="00BF2746" w14:paraId="25E948E0" w14:textId="7ED91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B130E3" w:rsidR="00BF2746" w:rsidTr="00BF2746" w14:paraId="70D36B94" w14:textId="77777777">
        <w:tc>
          <w:tcPr>
            <w:tcW w:w="1681" w:type="dxa"/>
          </w:tcPr>
          <w:p w:rsidRPr="00B130E3" w:rsidR="00BF2746" w:rsidP="001A2AE0" w:rsidRDefault="00BF2746" w14:paraId="13C3E6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:rsidRPr="00B130E3" w:rsidR="00BF2746" w:rsidP="001A2AE0" w:rsidRDefault="00BF2746" w14:paraId="5D70DD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Dobiera dane empiryczne potrzebne do analizy stanu agrobiznesu w środowisku lokalnym i regionalnym</w:t>
            </w:r>
          </w:p>
        </w:tc>
        <w:tc>
          <w:tcPr>
            <w:tcW w:w="1873" w:type="dxa"/>
            <w:gridSpan w:val="2"/>
          </w:tcPr>
          <w:p w:rsidRPr="00B130E3" w:rsidR="00BF2746" w:rsidP="004648A3" w:rsidRDefault="00BF2746" w14:paraId="55066166" w14:textId="4DC7F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B130E3" w:rsidR="00BF2746" w:rsidTr="00BF2746" w14:paraId="714DB7DB" w14:textId="77777777">
        <w:tc>
          <w:tcPr>
            <w:tcW w:w="1681" w:type="dxa"/>
          </w:tcPr>
          <w:p w:rsidRPr="00B130E3" w:rsidR="00BF2746" w:rsidP="001A2AE0" w:rsidRDefault="00BF2746" w14:paraId="79D311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03" w:type="dxa"/>
          </w:tcPr>
          <w:p w:rsidRPr="00B130E3" w:rsidR="00BF2746" w:rsidP="001A2AE0" w:rsidRDefault="00BF2746" w14:paraId="315A6F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Analizuje proces rozwoju różnych ogniw agrobiznesu z punktu widzenia znaczenia jego przebiegu dla gospodarki na obszarach wiejskich</w:t>
            </w:r>
          </w:p>
        </w:tc>
        <w:tc>
          <w:tcPr>
            <w:tcW w:w="1873" w:type="dxa"/>
            <w:gridSpan w:val="2"/>
          </w:tcPr>
          <w:p w:rsidRPr="00B130E3" w:rsidR="00BF2746" w:rsidP="004648A3" w:rsidRDefault="00BF2746" w14:paraId="162DAC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B130E3" w:rsidR="00BF2746" w:rsidTr="00BF2746" w14:paraId="60CCDA88" w14:textId="77777777">
        <w:tc>
          <w:tcPr>
            <w:tcW w:w="1681" w:type="dxa"/>
          </w:tcPr>
          <w:p w:rsidRPr="00B130E3" w:rsidR="00BF2746" w:rsidP="001A2AE0" w:rsidRDefault="00BF2746" w14:paraId="4D934C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03" w:type="dxa"/>
          </w:tcPr>
          <w:p w:rsidRPr="00B130E3" w:rsidR="00BF2746" w:rsidP="001A2AE0" w:rsidRDefault="00BF2746" w14:paraId="26E647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na temat lokalnych i regionalnych uwarunkowań rozwoju agrobiznesu i obszarów wiejskich</w:t>
            </w:r>
          </w:p>
        </w:tc>
        <w:tc>
          <w:tcPr>
            <w:tcW w:w="1873" w:type="dxa"/>
            <w:gridSpan w:val="2"/>
          </w:tcPr>
          <w:p w:rsidRPr="00B130E3" w:rsidR="00BF2746" w:rsidP="004648A3" w:rsidRDefault="00BF2746" w14:paraId="6B4A7744" w14:textId="47B81F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Pr="00B130E3" w:rsidR="00BF2746" w:rsidP="004648A3" w:rsidRDefault="00BF2746" w14:paraId="22CE562E" w14:textId="3BC986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85747A" w:rsidP="009C54AE" w:rsidRDefault="0085747A" w14:paraId="4554A810" w14:textId="7BB6E6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2746" w:rsidP="009C54AE" w:rsidRDefault="00BF2746" w14:paraId="32A95F48" w14:textId="26B92E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BC0589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D13461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775954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Pr="009C54AE" w:rsidR="0085747A" w:rsidTr="00BF2746" w14:paraId="2F84004D" w14:textId="77777777">
        <w:trPr>
          <w:gridAfter w:val="1"/>
          <w:wAfter w:w="6" w:type="dxa"/>
        </w:trPr>
        <w:tc>
          <w:tcPr>
            <w:tcW w:w="9520" w:type="dxa"/>
          </w:tcPr>
          <w:p w:rsidRPr="009C54AE" w:rsidR="0085747A" w:rsidP="009C54AE" w:rsidRDefault="0085747A" w14:paraId="24ECE7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30E3" w:rsidR="00BF2746" w:rsidTr="00BF2746" w14:paraId="3BD5F267" w14:textId="77777777">
        <w:tc>
          <w:tcPr>
            <w:tcW w:w="9526" w:type="dxa"/>
            <w:gridSpan w:val="2"/>
          </w:tcPr>
          <w:p w:rsidRPr="00B130E3" w:rsidR="00BF2746" w:rsidP="001A2AE0" w:rsidRDefault="00BF2746" w14:paraId="10858B49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Agrobiznes jako część gospodarki narodowej;</w:t>
            </w:r>
          </w:p>
          <w:p w:rsidRPr="00B130E3" w:rsidR="00BF2746" w:rsidP="001A2AE0" w:rsidRDefault="00BF2746" w14:paraId="6E3D2C35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pojęcie, struktura i prawidłowości rozwoju agrobiznesu, miejsce poszczególnych ogniw agrobiznesu w strukturze gospodarki narodowej.</w:t>
            </w:r>
          </w:p>
        </w:tc>
      </w:tr>
      <w:tr w:rsidRPr="00B130E3" w:rsidR="00BF2746" w:rsidTr="00BF2746" w14:paraId="1E405E29" w14:textId="77777777">
        <w:tc>
          <w:tcPr>
            <w:tcW w:w="9526" w:type="dxa"/>
            <w:gridSpan w:val="2"/>
          </w:tcPr>
          <w:p w:rsidRPr="00B130E3" w:rsidR="00BF2746" w:rsidP="001A2AE0" w:rsidRDefault="00BF2746" w14:paraId="19C12AB8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Gospodarowanie zasobami czynników wytwórczych w agrobiznesie (zasoby ziemi, czynnik pracy, zasoby kapitału);</w:t>
            </w:r>
          </w:p>
          <w:p w:rsidRPr="00B130E3" w:rsidR="00BF2746" w:rsidP="001A2AE0" w:rsidRDefault="00BF2746" w14:paraId="22908B65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kierunki oraz ekonomiczne efekty zmian zasobów poszczególnych czynników wytwórczych.</w:t>
            </w:r>
          </w:p>
        </w:tc>
      </w:tr>
      <w:tr w:rsidRPr="00B130E3" w:rsidR="00BF2746" w:rsidTr="00BF2746" w14:paraId="722F15C5" w14:textId="77777777">
        <w:tc>
          <w:tcPr>
            <w:tcW w:w="9526" w:type="dxa"/>
            <w:gridSpan w:val="2"/>
          </w:tcPr>
          <w:p w:rsidRPr="00B130E3" w:rsidR="00BF2746" w:rsidP="001A2AE0" w:rsidRDefault="00BF2746" w14:paraId="266914C7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lastRenderedPageBreak/>
              <w:t>3. Otoczenie instytucjonalne agrobiznesu i obszarów wiejskich;</w:t>
            </w:r>
          </w:p>
          <w:p w:rsidRPr="00B130E3" w:rsidR="00BF2746" w:rsidP="001A2AE0" w:rsidRDefault="00BF2746" w14:paraId="284ECD84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zadania i efekty działalności instytucji na różnych szczeblach (ponadnarodowy, narodowy, regionalny, lokalny) na rzecz rozwoju agrobiznesu i obszarów wiejskich.</w:t>
            </w:r>
          </w:p>
        </w:tc>
      </w:tr>
      <w:tr w:rsidRPr="00B130E3" w:rsidR="00BF2746" w:rsidTr="00BF2746" w14:paraId="1A623BDA" w14:textId="77777777">
        <w:tc>
          <w:tcPr>
            <w:tcW w:w="9526" w:type="dxa"/>
            <w:gridSpan w:val="2"/>
          </w:tcPr>
          <w:p w:rsidRPr="00B130E3" w:rsidR="00BF2746" w:rsidP="001A2AE0" w:rsidRDefault="00BF2746" w14:paraId="13631816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4. Otoczenie środowiskowe agrobiznesu i obszarów wiejskich;</w:t>
            </w:r>
          </w:p>
          <w:p w:rsidRPr="00B130E3" w:rsidR="00BF2746" w:rsidP="001A2AE0" w:rsidRDefault="00BF2746" w14:paraId="5B9FBEA9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środowiskiem przyrodniczym obszarów wiejskich.</w:t>
            </w:r>
          </w:p>
        </w:tc>
      </w:tr>
      <w:tr w:rsidRPr="00B130E3" w:rsidR="00BF2746" w:rsidTr="00BF2746" w14:paraId="17DB2318" w14:textId="77777777">
        <w:tc>
          <w:tcPr>
            <w:tcW w:w="9526" w:type="dxa"/>
            <w:gridSpan w:val="2"/>
          </w:tcPr>
          <w:p w:rsidRPr="00B130E3" w:rsidR="00BF2746" w:rsidP="001A2AE0" w:rsidRDefault="00BF2746" w14:paraId="459EE799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5. Otoczenie społeczne agrobiznesu i obszarów wiejskich;</w:t>
            </w:r>
          </w:p>
          <w:p w:rsidRPr="00B130E3" w:rsidR="00BF2746" w:rsidP="001A2AE0" w:rsidRDefault="00BF2746" w14:paraId="7C27A468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cechami społecznymi i gospodarczymi obszarów wiejskich.</w:t>
            </w:r>
          </w:p>
        </w:tc>
      </w:tr>
      <w:tr w:rsidRPr="00B130E3" w:rsidR="00BF2746" w:rsidTr="00BF2746" w14:paraId="2FCF84C2" w14:textId="77777777">
        <w:tc>
          <w:tcPr>
            <w:tcW w:w="9526" w:type="dxa"/>
            <w:gridSpan w:val="2"/>
          </w:tcPr>
          <w:p w:rsidRPr="00B130E3" w:rsidR="00BF2746" w:rsidP="001A2AE0" w:rsidRDefault="00BF2746" w14:paraId="4CDE0631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6. Regionalne zróżnicowanie cech agrobiznesu i obszarów wiejskich w Polsce;</w:t>
            </w:r>
          </w:p>
          <w:p w:rsidRPr="00B130E3" w:rsidR="00BF2746" w:rsidP="001A2AE0" w:rsidRDefault="00BF2746" w14:paraId="7CA061A9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powodujących występowanie regionalnych różnic poziomu rozwoju agrobiznesu i obszarów wiejskich w Polsce.</w:t>
            </w:r>
          </w:p>
        </w:tc>
      </w:tr>
      <w:tr w:rsidRPr="00B130E3" w:rsidR="00BF2746" w:rsidTr="00BF2746" w14:paraId="2D7A8072" w14:textId="77777777">
        <w:tc>
          <w:tcPr>
            <w:tcW w:w="9526" w:type="dxa"/>
            <w:gridSpan w:val="2"/>
          </w:tcPr>
          <w:p w:rsidRPr="00B130E3" w:rsidR="00BF2746" w:rsidP="001A2AE0" w:rsidRDefault="00BF2746" w14:paraId="4724E3C3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Regionalne zróżnicowanie cech agrobiznesu na świecie;</w:t>
            </w:r>
          </w:p>
          <w:p w:rsidRPr="00B130E3" w:rsidR="00BF2746" w:rsidP="001A2AE0" w:rsidRDefault="00BF2746" w14:paraId="6D428F25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regionalnego zróżnicowania agrobiznesu i obszarów wiejskich na świecie, ze szczególnym uwzględnieniem znaczenia tych zróżnicowań dla Polski.</w:t>
            </w:r>
          </w:p>
        </w:tc>
      </w:tr>
      <w:tr w:rsidRPr="00B130E3" w:rsidR="00BF2746" w:rsidTr="00BF2746" w14:paraId="47EF8B94" w14:textId="77777777">
        <w:tc>
          <w:tcPr>
            <w:tcW w:w="9526" w:type="dxa"/>
            <w:gridSpan w:val="2"/>
          </w:tcPr>
          <w:p w:rsidRPr="00B130E3" w:rsidR="00BF2746" w:rsidP="001A2AE0" w:rsidRDefault="00BF2746" w14:paraId="4F9E4E95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Procesy integracji polskiego agrobiznesu z Unią Europejską;</w:t>
            </w:r>
          </w:p>
          <w:p w:rsidRPr="00B130E3" w:rsidR="00BF2746" w:rsidP="001A2AE0" w:rsidRDefault="00BF2746" w14:paraId="07399AAD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ocena sytuacji polskiego agrobiznesu i obszarów wiejskich w kontekście integracji w ramach UE.</w:t>
            </w:r>
          </w:p>
        </w:tc>
      </w:tr>
      <w:tr w:rsidRPr="00B130E3" w:rsidR="00BF2746" w:rsidTr="00BF2746" w14:paraId="3DC0BCF9" w14:textId="77777777">
        <w:tc>
          <w:tcPr>
            <w:tcW w:w="9526" w:type="dxa"/>
            <w:gridSpan w:val="2"/>
          </w:tcPr>
          <w:p w:rsidRPr="00B130E3" w:rsidR="00BF2746" w:rsidP="001A2AE0" w:rsidRDefault="00BF2746" w14:paraId="4BCA9777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9. Cechy i formy własności przedsiębiorstw ze sfery agrobiznesu;</w:t>
            </w:r>
          </w:p>
          <w:p w:rsidRPr="00B130E3" w:rsidR="00BF2746" w:rsidP="001A2AE0" w:rsidRDefault="00BF2746" w14:paraId="36217CE2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znaczenie zróżnicowania cech i form własności podmiotów gospodarczych działających w różnych ogniwach agrobiznesu dla lokalnej i regionalnej gospodarki.</w:t>
            </w:r>
          </w:p>
        </w:tc>
      </w:tr>
      <w:tr w:rsidRPr="00B130E3" w:rsidR="00BF2746" w:rsidTr="00BF2746" w14:paraId="3CEF3473" w14:textId="77777777">
        <w:tc>
          <w:tcPr>
            <w:tcW w:w="9526" w:type="dxa"/>
            <w:gridSpan w:val="2"/>
          </w:tcPr>
          <w:p w:rsidRPr="00B130E3" w:rsidR="00BF2746" w:rsidP="001A2AE0" w:rsidRDefault="00BF2746" w14:paraId="261E724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10. Znaczenie lokalizacji przedsiębiorstw ze sfery agrobiznesu dla rozwoju obszarów wiejskich;</w:t>
            </w:r>
          </w:p>
          <w:p w:rsidRPr="00B130E3" w:rsidR="00BF2746" w:rsidP="001A2AE0" w:rsidRDefault="00BF2746" w14:paraId="7911DA4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identyfikacja czynników wpływających na rozmieszczenie podmiotów gospodarczych należących do różnych ogniw agrobiznesu i ocena ich znaczenia dla rozwoju obszarów wiejskich.</w:t>
            </w:r>
          </w:p>
        </w:tc>
      </w:tr>
    </w:tbl>
    <w:p w:rsidRPr="009C54AE" w:rsidR="0085747A" w:rsidP="009C54AE" w:rsidRDefault="0085747A" w14:paraId="733152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64989C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E37776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F2746" w14:paraId="2F5B3963" w14:textId="77777777">
        <w:tc>
          <w:tcPr>
            <w:tcW w:w="9520" w:type="dxa"/>
          </w:tcPr>
          <w:p w:rsidRPr="009C54AE" w:rsidR="0085747A" w:rsidP="009C54AE" w:rsidRDefault="0085747A" w14:paraId="00ED6C2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F2746" w:rsidTr="00BF2746" w14:paraId="1C230FF5" w14:textId="77777777">
        <w:tc>
          <w:tcPr>
            <w:tcW w:w="9520" w:type="dxa"/>
          </w:tcPr>
          <w:p w:rsidRPr="00B130E3" w:rsidR="00BF2746" w:rsidP="00BF2746" w:rsidRDefault="00BF2746" w14:paraId="636666A4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Rachunek ekonomiczny;</w:t>
            </w:r>
          </w:p>
          <w:p w:rsidRPr="009C54AE" w:rsidR="00BF2746" w:rsidP="00BF2746" w:rsidRDefault="00BF2746" w14:paraId="59B5524C" w14:textId="6A7C8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nakłady, koszty, produkcja, przychody, dochody.</w:t>
            </w:r>
          </w:p>
        </w:tc>
      </w:tr>
      <w:tr w:rsidRPr="009C54AE" w:rsidR="00BF2746" w:rsidTr="00BF2746" w14:paraId="7BDBAFB0" w14:textId="77777777">
        <w:tc>
          <w:tcPr>
            <w:tcW w:w="9520" w:type="dxa"/>
          </w:tcPr>
          <w:p w:rsidRPr="00B130E3" w:rsidR="00BF2746" w:rsidP="00BF2746" w:rsidRDefault="00BF2746" w14:paraId="46F60E41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Agrobiznes i obszary wiejskie;</w:t>
            </w:r>
          </w:p>
          <w:p w:rsidRPr="009C54AE" w:rsidR="00BF2746" w:rsidP="00BF2746" w:rsidRDefault="00BF2746" w14:paraId="0827D9D0" w14:textId="688DB9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analiza wzajemnych powiązań, zależności i relacji.</w:t>
            </w:r>
          </w:p>
        </w:tc>
      </w:tr>
      <w:tr w:rsidRPr="009C54AE" w:rsidR="00BF2746" w:rsidTr="00BF2746" w14:paraId="52C24D11" w14:textId="77777777">
        <w:tc>
          <w:tcPr>
            <w:tcW w:w="9520" w:type="dxa"/>
          </w:tcPr>
          <w:p w:rsidRPr="00B130E3" w:rsidR="00BF2746" w:rsidP="00BF2746" w:rsidRDefault="00BF2746" w14:paraId="201E577A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3. Analiza empiryczna struktury agrobiznesu;</w:t>
            </w:r>
          </w:p>
          <w:p w:rsidRPr="009C54AE" w:rsidR="00BF2746" w:rsidP="00BF2746" w:rsidRDefault="00BF2746" w14:paraId="35EFFCCE" w14:textId="470EA0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przemysł środków produkcji, rolnictwo, przemysł przetwórczy, usługi, handel.</w:t>
            </w:r>
          </w:p>
        </w:tc>
      </w:tr>
      <w:tr w:rsidRPr="009C54AE" w:rsidR="00BF2746" w:rsidTr="00BF2746" w14:paraId="36A7D8F5" w14:textId="77777777">
        <w:tc>
          <w:tcPr>
            <w:tcW w:w="9520" w:type="dxa"/>
          </w:tcPr>
          <w:p w:rsidRPr="00B130E3" w:rsidR="00BF2746" w:rsidP="00BF2746" w:rsidRDefault="00BF2746" w14:paraId="603B120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4. Ziemia jako czynnik wytwórczy;</w:t>
            </w:r>
          </w:p>
          <w:p w:rsidRPr="00B130E3" w:rsidR="00BF2746" w:rsidP="00BF2746" w:rsidRDefault="00BF2746" w14:paraId="0AF3664A" w14:textId="5530A83C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zasoby, użytkowanie, jakość.</w:t>
            </w:r>
          </w:p>
        </w:tc>
      </w:tr>
      <w:tr w:rsidRPr="009C54AE" w:rsidR="00BF2746" w:rsidTr="00BF2746" w14:paraId="675CE96D" w14:textId="77777777">
        <w:tc>
          <w:tcPr>
            <w:tcW w:w="9520" w:type="dxa"/>
          </w:tcPr>
          <w:p w:rsidRPr="00B130E3" w:rsidR="00BF2746" w:rsidP="00BF2746" w:rsidRDefault="00BF2746" w14:paraId="7273EA7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5. Ludność wiejska i zasoby pracy;</w:t>
            </w:r>
          </w:p>
          <w:p w:rsidRPr="00B130E3" w:rsidR="00BF2746" w:rsidP="00BF2746" w:rsidRDefault="00BF2746" w14:paraId="55EFB0C2" w14:textId="63F6B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struktura ludności, ocena zasobów pracy.</w:t>
            </w:r>
          </w:p>
        </w:tc>
      </w:tr>
      <w:tr w:rsidRPr="009C54AE" w:rsidR="00BF2746" w:rsidTr="00BF2746" w14:paraId="0E1524A0" w14:textId="77777777">
        <w:tc>
          <w:tcPr>
            <w:tcW w:w="9520" w:type="dxa"/>
          </w:tcPr>
          <w:p w:rsidRPr="00B130E3" w:rsidR="00BF2746" w:rsidP="00BF2746" w:rsidRDefault="00BF2746" w14:paraId="5C2AB72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6. Zasoby kapitału i działalność inwestycyjna;</w:t>
            </w:r>
          </w:p>
          <w:p w:rsidRPr="00B130E3" w:rsidR="00BF2746" w:rsidP="00BF2746" w:rsidRDefault="00BF2746" w14:paraId="325BFD67" w14:textId="6DC274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środki produkcji, inwestycje, cykl inwestycyjny.</w:t>
            </w:r>
          </w:p>
        </w:tc>
      </w:tr>
      <w:tr w:rsidRPr="009C54AE" w:rsidR="00BF2746" w:rsidTr="00BF2746" w14:paraId="6A1222E0" w14:textId="77777777">
        <w:tc>
          <w:tcPr>
            <w:tcW w:w="9520" w:type="dxa"/>
          </w:tcPr>
          <w:p w:rsidRPr="00B130E3" w:rsidR="00BF2746" w:rsidP="00BF2746" w:rsidRDefault="00BF2746" w14:paraId="54D0C85C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Znaczenie infrastruktury w rozwoju agrobiznesu i obszarów wiejskich;</w:t>
            </w:r>
          </w:p>
          <w:p w:rsidRPr="00B130E3" w:rsidR="00BF2746" w:rsidP="00BF2746" w:rsidRDefault="00BF2746" w14:paraId="09C1C794" w14:textId="68A35B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 xml:space="preserve">- infrastruktura społeczna, techniczna i ekonomiczna, składniki, ocena wyposażenia. </w:t>
            </w:r>
          </w:p>
        </w:tc>
      </w:tr>
      <w:tr w:rsidRPr="009C54AE" w:rsidR="00BF2746" w:rsidTr="00BF2746" w14:paraId="5EE1C719" w14:textId="77777777">
        <w:tc>
          <w:tcPr>
            <w:tcW w:w="9520" w:type="dxa"/>
          </w:tcPr>
          <w:p w:rsidRPr="00B130E3" w:rsidR="00BF2746" w:rsidP="00BF2746" w:rsidRDefault="00BF2746" w14:paraId="169FE6FF" w14:textId="77777777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Pozarolnicza działalność gospodarcza na obszarach wiejskich;</w:t>
            </w:r>
          </w:p>
          <w:p w:rsidRPr="00B130E3" w:rsidR="00BF2746" w:rsidP="00BF2746" w:rsidRDefault="00BF2746" w14:paraId="432E3631" w14:textId="0F6D811B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stan i struktura, przesłanki i uwarunkowania rozwoju.</w:t>
            </w:r>
          </w:p>
        </w:tc>
      </w:tr>
      <w:tr w:rsidRPr="009C54AE" w:rsidR="00BF2746" w:rsidTr="00BF2746" w14:paraId="10D3D494" w14:textId="77777777">
        <w:tc>
          <w:tcPr>
            <w:tcW w:w="9520" w:type="dxa"/>
          </w:tcPr>
          <w:p w:rsidRPr="00B130E3" w:rsidR="00BF2746" w:rsidP="00BF2746" w:rsidRDefault="00BF2746" w14:paraId="298EDD87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9. Pozarolnicze funkcje obszarów wiejskich i rozwój wielofunkcyjny;</w:t>
            </w:r>
          </w:p>
          <w:p w:rsidRPr="00B130E3" w:rsidR="00BF2746" w:rsidP="00BF2746" w:rsidRDefault="00BF2746" w14:paraId="2419E786" w14:textId="68D53A84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funkcji, istota i uwarunkowania rozwoju wielofunkcyjnego.</w:t>
            </w:r>
          </w:p>
        </w:tc>
      </w:tr>
      <w:tr w:rsidRPr="009C54AE" w:rsidR="00BF2746" w:rsidTr="00BF2746" w14:paraId="7842C14E" w14:textId="77777777">
        <w:tc>
          <w:tcPr>
            <w:tcW w:w="9520" w:type="dxa"/>
          </w:tcPr>
          <w:p w:rsidRPr="00B130E3" w:rsidR="00BF2746" w:rsidP="00BF2746" w:rsidRDefault="00BF2746" w14:paraId="33FECC0A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lastRenderedPageBreak/>
              <w:t>10. Wsparcie finansowe UE w zakresie rozwoju agrobiznesu i obszarów wiejskich;</w:t>
            </w:r>
          </w:p>
          <w:p w:rsidRPr="00B130E3" w:rsidR="00BF2746" w:rsidP="00BF2746" w:rsidRDefault="00BF2746" w14:paraId="4F75E0ED" w14:textId="50E67B7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instrumenty wsparcia finansowego, ocena ich wykorzystania.</w:t>
            </w:r>
          </w:p>
        </w:tc>
      </w:tr>
      <w:tr w:rsidRPr="009C54AE" w:rsidR="00BF2746" w:rsidTr="00BF2746" w14:paraId="7D081F2E" w14:textId="77777777">
        <w:tc>
          <w:tcPr>
            <w:tcW w:w="9520" w:type="dxa"/>
          </w:tcPr>
          <w:p w:rsidRPr="00B130E3" w:rsidR="00BF2746" w:rsidP="00BF2746" w:rsidRDefault="00BF2746" w14:paraId="3BA13301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11. Lokalizacja a funkcje i możliwości rozwoju obszarów wiejskich;</w:t>
            </w:r>
          </w:p>
          <w:p w:rsidRPr="00B130E3" w:rsidR="00BF2746" w:rsidP="00BF2746" w:rsidRDefault="00BF2746" w14:paraId="77C93521" w14:textId="322E7A9E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kategoryzacja obszarów wiejskich, specyfika poszczególnych kategorii i uwarunkowania ich rozwoju (obszary wiejskie podmiejskie, pośrednie, peryferyjne, cenne przyrodniczo itd.)</w:t>
            </w:r>
          </w:p>
        </w:tc>
      </w:tr>
      <w:tr w:rsidRPr="009C54AE" w:rsidR="00BF2746" w:rsidTr="00BF2746" w14:paraId="607DDD8D" w14:textId="77777777">
        <w:tc>
          <w:tcPr>
            <w:tcW w:w="9520" w:type="dxa"/>
          </w:tcPr>
          <w:p w:rsidRPr="00B130E3" w:rsidR="00BF2746" w:rsidP="00BF2746" w:rsidRDefault="00BF2746" w14:paraId="57A94629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12. Problemy rozwojowe obszarów wiejskich;</w:t>
            </w:r>
          </w:p>
          <w:p w:rsidRPr="00B130E3" w:rsidR="00BF2746" w:rsidP="00BF2746" w:rsidRDefault="00BF2746" w14:paraId="1BC49B13" w14:textId="13F567DE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przekształcenia strukturalne, depopulacja, dezagraryzacja, bariery finansowe/kapitałowe, bariery infrastrukturalne itd.</w:t>
            </w:r>
          </w:p>
        </w:tc>
      </w:tr>
      <w:tr w:rsidRPr="009C54AE" w:rsidR="00BF2746" w:rsidTr="00BF2746" w14:paraId="0F7EDE18" w14:textId="77777777">
        <w:tc>
          <w:tcPr>
            <w:tcW w:w="9520" w:type="dxa"/>
          </w:tcPr>
          <w:p w:rsidRPr="00B130E3" w:rsidR="00BF2746" w:rsidP="00BF2746" w:rsidRDefault="00BF2746" w14:paraId="111B0947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13. Specyfika agrobiznesu i obszarów wiejskich w regionie południowo-wschodniej Polski;</w:t>
            </w:r>
          </w:p>
          <w:p w:rsidRPr="00B130E3" w:rsidR="00BF2746" w:rsidP="00BF2746" w:rsidRDefault="00BF2746" w14:paraId="7F30D596" w14:textId="553F920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obszarów wiejskich regionu oraz analiza struktury agrobiznesu.</w:t>
            </w:r>
          </w:p>
        </w:tc>
      </w:tr>
    </w:tbl>
    <w:p w:rsidRPr="009C54AE" w:rsidR="0085747A" w:rsidP="009C54AE" w:rsidRDefault="0085747A" w14:paraId="031364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9F1857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6199D1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30E3" w:rsidR="00BF2746" w:rsidP="58A2B0A3" w:rsidRDefault="00BF2746" w14:paraId="7789452B" w14:textId="73AAD49A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58A2B0A3" w:rsidR="00BF2746">
        <w:rPr>
          <w:rFonts w:ascii="Corbel" w:hAnsi="Corbel"/>
          <w:b w:val="0"/>
          <w:bCs w:val="0"/>
          <w:caps w:val="0"/>
          <w:smallCaps w:val="0"/>
        </w:rPr>
        <w:t>Wykład:  wykład z prezentacją multimedialną.</w:t>
      </w:r>
    </w:p>
    <w:p w:rsidR="00E960BB" w:rsidP="00BF2746" w:rsidRDefault="00BF2746" w14:paraId="602F9744" w14:textId="00A0F71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Ćwiczenia: analiza tekstów oraz danych empirycznych z dyskusją, przygotowywanie referatów, praca w grupach.</w:t>
      </w:r>
    </w:p>
    <w:p w:rsidR="00BF2746" w:rsidP="00BF2746" w:rsidRDefault="00BF2746" w14:paraId="3A33622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CCAEA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F814F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ED0377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4EC1B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BF2746" w14:paraId="1537DE26" w14:textId="77777777">
        <w:tc>
          <w:tcPr>
            <w:tcW w:w="1962" w:type="dxa"/>
            <w:vAlign w:val="center"/>
          </w:tcPr>
          <w:p w:rsidRPr="009C54AE" w:rsidR="0085747A" w:rsidP="009C54AE" w:rsidRDefault="0071620A" w14:paraId="50E71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D3639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4386C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3976E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36B44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BF2746" w:rsidTr="00BF2746" w14:paraId="5FC256E6" w14:textId="77777777">
        <w:tc>
          <w:tcPr>
            <w:tcW w:w="1962" w:type="dxa"/>
          </w:tcPr>
          <w:p w:rsidRPr="00BF2746" w:rsidR="00BF2746" w:rsidP="00BF2746" w:rsidRDefault="00BF2746" w14:paraId="1B521E17" w14:textId="607A33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BF2746" w:rsidR="00BF2746" w:rsidP="00BF2746" w:rsidRDefault="00BF2746" w14:paraId="38591A5E" w14:textId="4B285DC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0B36CE" w:rsidR="00BF2746" w:rsidP="00BF2746" w:rsidRDefault="00BF2746" w14:paraId="4D5562F6" w14:textId="66A17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BF2746" w:rsidTr="00BF2746" w14:paraId="2D84DE03" w14:textId="77777777">
        <w:tc>
          <w:tcPr>
            <w:tcW w:w="1962" w:type="dxa"/>
          </w:tcPr>
          <w:p w:rsidRPr="00BF2746" w:rsidR="00BF2746" w:rsidP="00BF2746" w:rsidRDefault="00BF2746" w14:paraId="3D8CA619" w14:textId="6CBEBF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BF2746" w:rsidR="00BF2746" w:rsidP="00BF2746" w:rsidRDefault="00BF2746" w14:paraId="57CCE02D" w14:textId="6CD899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pisemny, referat, kolokwium</w:t>
            </w:r>
          </w:p>
        </w:tc>
        <w:tc>
          <w:tcPr>
            <w:tcW w:w="2117" w:type="dxa"/>
          </w:tcPr>
          <w:p w:rsidRPr="000B36CE" w:rsidR="00BF2746" w:rsidP="00BF2746" w:rsidRDefault="00BF2746" w14:paraId="69C1090B" w14:textId="4C7E7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9C54AE" w:rsidR="00BF2746" w:rsidTr="00BF2746" w14:paraId="7CA6B468" w14:textId="77777777">
        <w:tc>
          <w:tcPr>
            <w:tcW w:w="1962" w:type="dxa"/>
          </w:tcPr>
          <w:p w:rsidRPr="00BF2746" w:rsidR="00BF2746" w:rsidP="00BF2746" w:rsidRDefault="00BF2746" w14:paraId="627EC0FA" w14:textId="226407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BF2746" w:rsidR="00BF2746" w:rsidP="00BF2746" w:rsidRDefault="00BF2746" w14:paraId="33BE3467" w14:textId="728532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:rsidRPr="000B36CE" w:rsidR="00BF2746" w:rsidP="00BF2746" w:rsidRDefault="00BF2746" w14:paraId="22ED1761" w14:textId="7AF907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BF2746" w:rsidTr="00BF2746" w14:paraId="0B378BF5" w14:textId="77777777">
        <w:tc>
          <w:tcPr>
            <w:tcW w:w="1962" w:type="dxa"/>
          </w:tcPr>
          <w:p w:rsidRPr="00BF2746" w:rsidR="00BF2746" w:rsidP="00BF2746" w:rsidRDefault="00BF2746" w14:paraId="2A0C7AC4" w14:textId="6D00D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BF2746" w:rsidR="00BF2746" w:rsidP="00BF2746" w:rsidRDefault="00BF2746" w14:paraId="3BCE7371" w14:textId="54E1FE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:rsidRPr="000B36CE" w:rsidR="00BF2746" w:rsidP="00BF2746" w:rsidRDefault="00BF2746" w14:paraId="7A2F7F67" w14:textId="7CE142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BF2746" w:rsidTr="00BF2746" w14:paraId="3BCCE21E" w14:textId="77777777">
        <w:tc>
          <w:tcPr>
            <w:tcW w:w="1962" w:type="dxa"/>
          </w:tcPr>
          <w:p w:rsidRPr="00BF2746" w:rsidR="00BF2746" w:rsidP="00BF2746" w:rsidRDefault="00BF2746" w14:paraId="79C32A1E" w14:textId="3E0B5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BF2746" w:rsidR="00BF2746" w:rsidP="00BF2746" w:rsidRDefault="00BF2746" w14:paraId="4F33BE7A" w14:textId="5488F9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egzamin pisemny, obserwacja postawy, ocena aktywności </w:t>
            </w:r>
          </w:p>
        </w:tc>
        <w:tc>
          <w:tcPr>
            <w:tcW w:w="2117" w:type="dxa"/>
          </w:tcPr>
          <w:p w:rsidRPr="000B36CE" w:rsidR="00BF2746" w:rsidP="00BF2746" w:rsidRDefault="00BF2746" w14:paraId="0F1F38A6" w14:textId="25C5AC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Pr="009C54AE" w:rsidR="00923D7D" w:rsidP="009C54AE" w:rsidRDefault="00923D7D" w14:paraId="5D45EB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E7A12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0C1787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8D8C139" w14:paraId="442B12DD" w14:textId="77777777">
        <w:tc>
          <w:tcPr>
            <w:tcW w:w="9670" w:type="dxa"/>
          </w:tcPr>
          <w:p w:rsidRPr="00B130E3" w:rsidR="00BF2746" w:rsidP="00BF2746" w:rsidRDefault="00BF2746" w14:paraId="604605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1. Uzyskanie pozytywnej oceny z dwóch kolokwiów pisemnych.</w:t>
            </w:r>
          </w:p>
          <w:p w:rsidRPr="00B130E3" w:rsidR="00BF2746" w:rsidP="00BF2746" w:rsidRDefault="00BF2746" w14:paraId="79474C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 (referatu).</w:t>
            </w:r>
          </w:p>
          <w:p w:rsidRPr="009C54AE" w:rsidR="0085747A" w:rsidP="78D8C139" w:rsidRDefault="00BF2746" w14:paraId="54225531" w14:textId="305051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8D8C139">
              <w:rPr>
                <w:rFonts w:ascii="Corbel" w:hAnsi="Corbel"/>
                <w:b w:val="0"/>
                <w:smallCaps w:val="0"/>
              </w:rPr>
              <w:t>3. Uzyskanie pozytywnej oceny z egzaminu pisemnego</w:t>
            </w:r>
            <w:r w:rsidRPr="78D8C139" w:rsidR="1DE553E8">
              <w:rPr>
                <w:rFonts w:ascii="Corbel" w:hAnsi="Corbel"/>
                <w:b w:val="0"/>
                <w:smallCaps w:val="0"/>
              </w:rPr>
              <w:t>, polegającego na udzieleniu odpowiedzi na dwa pytania o charakterze problemowym</w:t>
            </w:r>
            <w:r w:rsidRPr="78D8C139" w:rsidR="78C55EC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85747A" w:rsidP="009C54AE" w:rsidRDefault="0085747A" w14:paraId="437F8EDD" w14:textId="58631C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F2746" w:rsidP="009C54AE" w:rsidRDefault="00BF2746" w14:paraId="6D5A94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F98815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8A5A9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39F5ABA" w14:textId="77777777">
        <w:tc>
          <w:tcPr>
            <w:tcW w:w="4962" w:type="dxa"/>
            <w:vAlign w:val="center"/>
          </w:tcPr>
          <w:p w:rsidRPr="009C54AE" w:rsidR="0085747A" w:rsidP="009C54AE" w:rsidRDefault="00C61DC5" w14:paraId="36610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3976F8D" w14:textId="54682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648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1D7342E" w14:textId="77777777">
        <w:tc>
          <w:tcPr>
            <w:tcW w:w="4962" w:type="dxa"/>
          </w:tcPr>
          <w:p w:rsidRPr="009C54AE" w:rsidR="0085747A" w:rsidP="009C54AE" w:rsidRDefault="00C61DC5" w14:paraId="336857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BF2746" w:rsidRDefault="00BF2746" w14:paraId="44F68EF5" w14:textId="6B307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14748C99" w14:textId="77777777">
        <w:tc>
          <w:tcPr>
            <w:tcW w:w="4962" w:type="dxa"/>
          </w:tcPr>
          <w:p w:rsidRPr="009C54AE" w:rsidR="00C61DC5" w:rsidP="009C54AE" w:rsidRDefault="00C61DC5" w14:paraId="77F9A7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F8D25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BF2746" w:rsidRDefault="00BF2746" w14:paraId="24D181FD" w14:textId="3D6A0C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00923D7D" w14:paraId="41367D30" w14:textId="77777777">
        <w:tc>
          <w:tcPr>
            <w:tcW w:w="4962" w:type="dxa"/>
          </w:tcPr>
          <w:p w:rsidRPr="009C54AE" w:rsidR="00C61DC5" w:rsidP="008962A4" w:rsidRDefault="00C61DC5" w14:paraId="4F573F09" w14:textId="45CD11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A2B8E">
              <w:rPr>
                <w:rFonts w:ascii="Corbel" w:hAnsi="Corbel"/>
                <w:sz w:val="24"/>
                <w:szCs w:val="24"/>
              </w:rPr>
              <w:t>gzaminu, napisanie referatu,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BF2746" w:rsidRDefault="00BF2746" w14:paraId="611A18CE" w14:textId="5A7B68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9C54AE" w:rsidR="0085747A" w:rsidTr="00923D7D" w14:paraId="45A3E8D7" w14:textId="77777777">
        <w:tc>
          <w:tcPr>
            <w:tcW w:w="4962" w:type="dxa"/>
          </w:tcPr>
          <w:p w:rsidRPr="009C54AE" w:rsidR="0085747A" w:rsidP="009C54AE" w:rsidRDefault="0085747A" w14:paraId="626D78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BF2746" w:rsidRDefault="00BF2746" w14:paraId="1CC4D173" w14:textId="58174E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761AF2EE" w14:textId="77777777">
        <w:tc>
          <w:tcPr>
            <w:tcW w:w="4962" w:type="dxa"/>
          </w:tcPr>
          <w:p w:rsidRPr="009C54AE" w:rsidR="0085747A" w:rsidP="009C54AE" w:rsidRDefault="0085747A" w14:paraId="3C2865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BF2746" w:rsidRDefault="00BF2746" w14:paraId="74CCF68A" w14:textId="111CEF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02E69CC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41881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B2E54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B6949B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8962A4" w14:paraId="2B1F2ED6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13DB7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BF2746" w:rsidRDefault="00BF2746" w14:paraId="67C27C15" w14:textId="1E248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8962A4" w14:paraId="175A14A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6548F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BF2746" w:rsidRDefault="00BF2746" w14:paraId="5507627C" w14:textId="7AD6E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5D709D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5A10EF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="00675843" w:rsidP="009C54AE" w:rsidRDefault="00675843" w14:paraId="1EC6F005" w14:textId="2273B0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B130E3" w:rsidR="00BF2746" w:rsidTr="00BF2746" w14:paraId="4BE01E2B" w14:textId="77777777">
        <w:trPr>
          <w:trHeight w:val="397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F2746" w:rsidR="00BF2746" w:rsidP="001A2AE0" w:rsidRDefault="00BF2746" w14:paraId="42F752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F2746" w:rsidR="00BF2746" w:rsidP="000B36CE" w:rsidRDefault="00BF2746" w14:paraId="253659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1. Kapusta F., Teoria agrobiznesu, Wydawnictwo AE we Wrocławiu, Wrocław 2003.</w:t>
            </w:r>
          </w:p>
          <w:p w:rsidRPr="00B130E3" w:rsidR="00BF2746" w:rsidP="000B36CE" w:rsidRDefault="00BF2746" w14:paraId="6CC7E66F" w14:textId="69C5CE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2. Czyżewski A. (red.), Uniwersalia polityki rolnej w gospodarce rynkowej, ujęcie makro- i mikroekonomiczne, Wydawnictwo AE w Poznaniu, Poznań 2007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B130E3" w:rsidR="00BF2746" w:rsidTr="00BF2746" w14:paraId="2EC83605" w14:textId="77777777">
        <w:trPr>
          <w:trHeight w:val="397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F2746" w:rsidR="00BF2746" w:rsidP="001A2AE0" w:rsidRDefault="00BF2746" w14:paraId="6FF23C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B130E3" w:rsidR="00BF2746" w:rsidP="00BF2746" w:rsidRDefault="00EA2B8E" w14:paraId="7F40B87D" w14:textId="299AAE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B130E3" w:rsidR="00BF2746">
              <w:rPr>
                <w:rFonts w:ascii="Corbel" w:hAnsi="Corbel"/>
                <w:b w:val="0"/>
                <w:smallCaps w:val="0"/>
                <w:szCs w:val="24"/>
              </w:rPr>
              <w:t>. Czudec A., Ekonomiczne uwarunkowania rozwoju wielofunkcyjnego rolnictwa, Wydawnictwo UR, Rzeszów 2009.</w:t>
            </w:r>
          </w:p>
          <w:p w:rsidRPr="00B130E3" w:rsidR="00BF2746" w:rsidP="00BF2746" w:rsidRDefault="00EA2B8E" w14:paraId="70F280A7" w14:textId="329148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B130E3" w:rsidR="00BF2746">
              <w:rPr>
                <w:rFonts w:ascii="Corbel" w:hAnsi="Corbel"/>
                <w:b w:val="0"/>
                <w:smallCaps w:val="0"/>
                <w:szCs w:val="24"/>
              </w:rPr>
              <w:t xml:space="preserve">. A. Czudec, R. Kata, T. Miś, </w:t>
            </w:r>
            <w:r w:rsidRPr="00BF2746" w:rsidR="00BF2746">
              <w:rPr>
                <w:rFonts w:ascii="Corbel" w:hAnsi="Corbel"/>
                <w:b w:val="0"/>
                <w:smallCaps w:val="0"/>
                <w:szCs w:val="24"/>
              </w:rPr>
              <w:t>Efekty polityki rolnej Unii Europejskiej na poziomie regionalnym</w:t>
            </w:r>
            <w:r w:rsidRPr="00B130E3" w:rsidR="00BF2746">
              <w:rPr>
                <w:rFonts w:ascii="Corbel" w:hAnsi="Corbel"/>
                <w:b w:val="0"/>
                <w:smallCaps w:val="0"/>
                <w:szCs w:val="24"/>
              </w:rPr>
              <w:t>, Poznań 2017.</w:t>
            </w:r>
          </w:p>
          <w:p w:rsidRPr="00B130E3" w:rsidR="00BF2746" w:rsidP="00BF2746" w:rsidRDefault="00EA2B8E" w14:paraId="52D7759F" w14:textId="44466F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B130E3" w:rsidR="00BF2746">
              <w:rPr>
                <w:rFonts w:ascii="Corbel" w:hAnsi="Corbel"/>
                <w:b w:val="0"/>
                <w:smallCaps w:val="0"/>
                <w:szCs w:val="24"/>
              </w:rPr>
              <w:t xml:space="preserve">. Wieś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Rolnictwo (czasopismo naukowe).</w:t>
            </w:r>
          </w:p>
        </w:tc>
      </w:tr>
    </w:tbl>
    <w:p w:rsidRPr="009C54AE" w:rsidR="0085747A" w:rsidP="009C54AE" w:rsidRDefault="0085747A" w14:paraId="15525A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36B187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7D43" w:rsidP="00C16ABF" w:rsidRDefault="00047D43" w14:paraId="5AD9FE84" w14:textId="77777777">
      <w:pPr>
        <w:spacing w:after="0" w:line="240" w:lineRule="auto"/>
      </w:pPr>
      <w:r>
        <w:separator/>
      </w:r>
    </w:p>
  </w:endnote>
  <w:endnote w:type="continuationSeparator" w:id="0">
    <w:p w:rsidR="00047D43" w:rsidP="00C16ABF" w:rsidRDefault="00047D43" w14:paraId="154C8BE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7D43" w:rsidP="00C16ABF" w:rsidRDefault="00047D43" w14:paraId="5A0CAD2C" w14:textId="77777777">
      <w:pPr>
        <w:spacing w:after="0" w:line="240" w:lineRule="auto"/>
      </w:pPr>
      <w:r>
        <w:separator/>
      </w:r>
    </w:p>
  </w:footnote>
  <w:footnote w:type="continuationSeparator" w:id="0">
    <w:p w:rsidR="00047D43" w:rsidP="00C16ABF" w:rsidRDefault="00047D43" w14:paraId="799AB0B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5CA261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D4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C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D1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8A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6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8C0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68"/>
    <w:rsid w:val="009503E9"/>
    <w:rsid w:val="009508DF"/>
    <w:rsid w:val="00950DAC"/>
    <w:rsid w:val="00954A07"/>
    <w:rsid w:val="0097040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79"/>
    <w:rsid w:val="00A97DE1"/>
    <w:rsid w:val="00AA041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74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B8E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10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B2"/>
    <w:rsid w:val="00FF5E7D"/>
    <w:rsid w:val="057B69C9"/>
    <w:rsid w:val="1DE553E8"/>
    <w:rsid w:val="58A2B0A3"/>
    <w:rsid w:val="78C55ECE"/>
    <w:rsid w:val="78D8C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Standardowy1" w:customStyle="1">
    <w:name w:val="Standardowy1"/>
    <w:rsid w:val="00BF2746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</w:rPr>
  </w:style>
  <w:style w:type="paragraph" w:styleId="paragraph" w:customStyle="1">
    <w:name w:val="paragraph"/>
    <w:basedOn w:val="Normalny"/>
    <w:rsid w:val="004F0E6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F0E63"/>
  </w:style>
  <w:style w:type="character" w:styleId="spellingerror" w:customStyle="1">
    <w:name w:val="spellingerror"/>
    <w:basedOn w:val="Domylnaczcionkaakapitu"/>
    <w:rsid w:val="004F0E63"/>
  </w:style>
  <w:style w:type="character" w:styleId="eop" w:customStyle="1">
    <w:name w:val="eop"/>
    <w:basedOn w:val="Domylnaczcionkaakapitu"/>
    <w:rsid w:val="004F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2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AEEE8C-9ABA-4CC0-8533-296AA129F8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5FFB84-FF60-4A3B-9298-6E4FF4B3E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89C78D-0A1E-4924-A158-15CD5E2F26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C81CC4-20C3-4903-92D4-8594E44B54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Czudec Adam</lastModifiedBy>
  <revision>10</revision>
  <lastPrinted>2019-02-06T12:12:00.0000000Z</lastPrinted>
  <dcterms:created xsi:type="dcterms:W3CDTF">2020-11-21T20:41:00.0000000Z</dcterms:created>
  <dcterms:modified xsi:type="dcterms:W3CDTF">2020-12-10T20:16:32.4721586Z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